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141" w:rsidRDefault="00471141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71141" w:rsidRDefault="00471141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71141" w:rsidRDefault="00471141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71141" w:rsidRDefault="00471141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71141" w:rsidRDefault="00471141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71141" w:rsidRDefault="00471141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71141" w:rsidRDefault="00471141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71141" w:rsidRDefault="00471141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71141" w:rsidRDefault="00471141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 xml:space="preserve">t.j. </w:t>
      </w:r>
      <w:r w:rsidRPr="00C1499C">
        <w:rPr>
          <w:b/>
          <w:sz w:val="24"/>
          <w:szCs w:val="24"/>
        </w:rPr>
        <w:t>Dz. U. z 2017 r. poz.1579</w:t>
      </w:r>
      <w:r>
        <w:rPr>
          <w:b/>
          <w:sz w:val="24"/>
          <w:szCs w:val="24"/>
        </w:rPr>
        <w:t xml:space="preserve"> z późn. zm.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71141" w:rsidRDefault="00471141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71141" w:rsidRDefault="00471141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471141" w:rsidRPr="006913BF" w:rsidRDefault="00471141" w:rsidP="006913BF">
      <w:pPr>
        <w:spacing w:after="0" w:line="360" w:lineRule="auto"/>
        <w:ind w:firstLine="142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6913BF">
        <w:rPr>
          <w:rFonts w:ascii="Arial" w:hAnsi="Arial" w:cs="Arial"/>
          <w:b/>
          <w:bCs/>
          <w:i/>
          <w:iCs/>
          <w:sz w:val="21"/>
          <w:szCs w:val="21"/>
        </w:rPr>
        <w:t xml:space="preserve">„Wymiana uszkodzonych słupów i osprzętu sieciowego sieci trakcyjnej  na liniach tramwajowych  w Bydgoszczy  (zaprojektuj </w:t>
      </w:r>
      <w:r>
        <w:rPr>
          <w:rFonts w:ascii="Arial" w:hAnsi="Arial" w:cs="Arial"/>
          <w:b/>
          <w:bCs/>
          <w:i/>
          <w:iCs/>
          <w:sz w:val="21"/>
          <w:szCs w:val="21"/>
        </w:rPr>
        <w:t xml:space="preserve">i </w:t>
      </w:r>
      <w:r w:rsidRPr="006913BF">
        <w:rPr>
          <w:rFonts w:ascii="Arial" w:hAnsi="Arial" w:cs="Arial"/>
          <w:b/>
          <w:bCs/>
          <w:i/>
          <w:iCs/>
          <w:sz w:val="21"/>
          <w:szCs w:val="21"/>
        </w:rPr>
        <w:t>wybuduj)”</w:t>
      </w:r>
    </w:p>
    <w:p w:rsidR="00471141" w:rsidRPr="00B256A2" w:rsidRDefault="00471141" w:rsidP="00B256A2">
      <w:pPr>
        <w:spacing w:after="0" w:line="360" w:lineRule="auto"/>
        <w:ind w:firstLine="142"/>
        <w:rPr>
          <w:rFonts w:ascii="Arial" w:hAnsi="Arial" w:cs="Arial"/>
          <w:b/>
          <w:bCs/>
          <w:sz w:val="10"/>
          <w:szCs w:val="21"/>
        </w:rPr>
      </w:pPr>
    </w:p>
    <w:p w:rsidR="00471141" w:rsidRDefault="00471141" w:rsidP="00B256A2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71141" w:rsidRDefault="00471141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71141" w:rsidRDefault="00471141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10.2. SIWZ </w:t>
      </w:r>
    </w:p>
    <w:p w:rsidR="00471141" w:rsidRDefault="00471141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71141" w:rsidRDefault="00471141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71141" w:rsidRDefault="00471141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471141" w:rsidRPr="0058716D" w:rsidRDefault="00471141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71141" w:rsidRPr="00B256A2" w:rsidRDefault="00471141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71141" w:rsidRPr="00B256A2" w:rsidRDefault="00471141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pkt 10.2. SIWZ polegam na zasobach następującego/ych podmiotu/ów: </w:t>
      </w:r>
    </w:p>
    <w:p w:rsidR="00471141" w:rsidRPr="00B256A2" w:rsidRDefault="00471141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471141" w:rsidRPr="00B256A2" w:rsidRDefault="00471141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…………………………………………………………….</w:t>
      </w:r>
      <w:r w:rsidRPr="00B256A2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………………………………………………………………… </w:t>
      </w:r>
    </w:p>
    <w:p w:rsidR="00471141" w:rsidRPr="00B256A2" w:rsidRDefault="00471141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71141" w:rsidRPr="00B256A2" w:rsidRDefault="00471141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71141" w:rsidRPr="00B256A2" w:rsidRDefault="00471141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71141" w:rsidRPr="0058716D" w:rsidRDefault="00471141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71141" w:rsidRPr="00B256A2" w:rsidRDefault="00471141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uprawnionej(ych) do składania oświadczeń woli w imieniu wykonawcy/pełnomocnika</w:t>
      </w:r>
    </w:p>
    <w:p w:rsidR="00471141" w:rsidRPr="003970CA" w:rsidRDefault="00471141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970CA">
        <w:rPr>
          <w:rFonts w:ascii="Arial" w:hAnsi="Arial" w:cs="Arial"/>
          <w:b/>
          <w:sz w:val="21"/>
          <w:szCs w:val="21"/>
        </w:rPr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71141" w:rsidRDefault="00471141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71141" w:rsidRPr="003970CA" w:rsidRDefault="00471141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71141" w:rsidRPr="003970CA" w:rsidRDefault="00471141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71141" w:rsidRPr="003970CA" w:rsidRDefault="00471141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71141" w:rsidRDefault="00471141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71141" w:rsidRDefault="00471141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71141" w:rsidRDefault="00471141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71141" w:rsidRDefault="00471141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71141" w:rsidRDefault="00471141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71141" w:rsidRDefault="00471141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71141" w:rsidRPr="003970CA" w:rsidRDefault="00471141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* podpis(y) osoby(osób) uprawnionej(ych) do składania oświadczeń woli w imieniu wykonawcy/pełnomocnika </w:t>
      </w:r>
    </w:p>
    <w:p w:rsidR="00471141" w:rsidRPr="003970CA" w:rsidRDefault="00471141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71141" w:rsidRPr="003970CA" w:rsidRDefault="00471141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 w:rsidRPr="000E746B"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71141" w:rsidRPr="003970CA" w:rsidRDefault="00471141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71141" w:rsidRPr="003970CA" w:rsidRDefault="00471141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71141" w:rsidRDefault="00471141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71141" w:rsidRDefault="00471141"/>
    <w:sectPr w:rsidR="00471141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141" w:rsidRDefault="00471141" w:rsidP="00A8229A">
      <w:pPr>
        <w:spacing w:after="0" w:line="240" w:lineRule="auto"/>
      </w:pPr>
      <w:r>
        <w:separator/>
      </w:r>
    </w:p>
  </w:endnote>
  <w:endnote w:type="continuationSeparator" w:id="0">
    <w:p w:rsidR="00471141" w:rsidRDefault="00471141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141" w:rsidRPr="009E0E74" w:rsidRDefault="00471141">
    <w:pPr>
      <w:pStyle w:val="Footer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471141" w:rsidRDefault="004711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141" w:rsidRDefault="00471141" w:rsidP="00A8229A">
      <w:pPr>
        <w:spacing w:after="0" w:line="240" w:lineRule="auto"/>
      </w:pPr>
      <w:r>
        <w:separator/>
      </w:r>
    </w:p>
  </w:footnote>
  <w:footnote w:type="continuationSeparator" w:id="0">
    <w:p w:rsidR="00471141" w:rsidRDefault="00471141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1141" w:rsidRPr="003875C0" w:rsidRDefault="00471141" w:rsidP="00A8229A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spacing w:after="60"/>
      <w:jc w:val="right"/>
    </w:pPr>
    <w:r w:rsidRPr="002C72A5">
      <w:t>Nr sprawy</w:t>
    </w:r>
    <w:r w:rsidRPr="002C72A5">
      <w:rPr>
        <w:sz w:val="36"/>
      </w:rPr>
      <w:t xml:space="preserve"> </w:t>
    </w:r>
    <w:r>
      <w:rPr>
        <w:sz w:val="36"/>
      </w:rPr>
      <w:t xml:space="preserve">020/2018                     </w:t>
    </w:r>
    <w:r>
      <w:rPr>
        <w:rFonts w:ascii="Arial" w:hAnsi="Arial" w:cs="Arial"/>
        <w:sz w:val="18"/>
        <w:szCs w:val="18"/>
      </w:rPr>
      <w:t>O</w:t>
    </w:r>
    <w:r w:rsidRPr="003D5C62">
      <w:rPr>
        <w:rFonts w:ascii="Arial" w:hAnsi="Arial" w:cs="Arial"/>
        <w:sz w:val="18"/>
        <w:szCs w:val="18"/>
      </w:rPr>
      <w:t>świadczeni</w:t>
    </w:r>
    <w:r>
      <w:rPr>
        <w:rFonts w:ascii="Arial" w:hAnsi="Arial" w:cs="Arial"/>
        <w:sz w:val="18"/>
        <w:szCs w:val="18"/>
      </w:rPr>
      <w:t>e</w:t>
    </w:r>
    <w:r w:rsidRPr="003D5C62">
      <w:rPr>
        <w:rFonts w:ascii="Arial" w:hAnsi="Arial" w:cs="Arial"/>
        <w:sz w:val="18"/>
        <w:szCs w:val="18"/>
      </w:rPr>
      <w:t xml:space="preserve"> o </w:t>
    </w:r>
    <w:r>
      <w:rPr>
        <w:rFonts w:ascii="Arial" w:hAnsi="Arial" w:cs="Arial"/>
        <w:sz w:val="18"/>
        <w:szCs w:val="18"/>
      </w:rPr>
      <w:t xml:space="preserve">spełnianiu warunków udziału w postępowaniu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>4</w:t>
    </w:r>
    <w:r w:rsidRPr="00037F0B">
      <w:rPr>
        <w:rFonts w:ascii="Arial" w:hAnsi="Arial" w:cs="Arial"/>
        <w:b/>
        <w:sz w:val="18"/>
        <w:szCs w:val="18"/>
      </w:rPr>
      <w:t xml:space="preserve"> do SIWZ</w:t>
    </w:r>
    <w:r w:rsidRPr="00FF00B9">
      <w:rPr>
        <w:i/>
        <w:iCs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7C3A"/>
    <w:rsid w:val="0001626F"/>
    <w:rsid w:val="00037F0B"/>
    <w:rsid w:val="000C1E6A"/>
    <w:rsid w:val="000E746B"/>
    <w:rsid w:val="00220960"/>
    <w:rsid w:val="00250234"/>
    <w:rsid w:val="002738DE"/>
    <w:rsid w:val="002C72A5"/>
    <w:rsid w:val="00302945"/>
    <w:rsid w:val="003875C0"/>
    <w:rsid w:val="003970CA"/>
    <w:rsid w:val="003D5C62"/>
    <w:rsid w:val="00434CE9"/>
    <w:rsid w:val="00471141"/>
    <w:rsid w:val="00484B45"/>
    <w:rsid w:val="00495023"/>
    <w:rsid w:val="00500758"/>
    <w:rsid w:val="00537DCC"/>
    <w:rsid w:val="0058716D"/>
    <w:rsid w:val="005F1B18"/>
    <w:rsid w:val="006163A8"/>
    <w:rsid w:val="006913BF"/>
    <w:rsid w:val="006D772E"/>
    <w:rsid w:val="007542A8"/>
    <w:rsid w:val="00842790"/>
    <w:rsid w:val="0085773C"/>
    <w:rsid w:val="00963449"/>
    <w:rsid w:val="009D739D"/>
    <w:rsid w:val="009E0E74"/>
    <w:rsid w:val="00A8229A"/>
    <w:rsid w:val="00AC5850"/>
    <w:rsid w:val="00AF6E55"/>
    <w:rsid w:val="00B256A2"/>
    <w:rsid w:val="00BD6E7F"/>
    <w:rsid w:val="00C1499C"/>
    <w:rsid w:val="00C34C67"/>
    <w:rsid w:val="00C80FA0"/>
    <w:rsid w:val="00CF7C58"/>
    <w:rsid w:val="00D22277"/>
    <w:rsid w:val="00E87C3A"/>
    <w:rsid w:val="00EB61A6"/>
    <w:rsid w:val="00EE263B"/>
    <w:rsid w:val="00F13085"/>
    <w:rsid w:val="00F87476"/>
    <w:rsid w:val="00FA2857"/>
    <w:rsid w:val="00FF00B9"/>
    <w:rsid w:val="00FF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C3A"/>
    <w:pPr>
      <w:spacing w:after="160" w:line="25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A8229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8229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89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463</Words>
  <Characters>2780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Szałata</cp:lastModifiedBy>
  <cp:revision>14</cp:revision>
  <cp:lastPrinted>2018-05-17T12:44:00Z</cp:lastPrinted>
  <dcterms:created xsi:type="dcterms:W3CDTF">2018-02-20T07:53:00Z</dcterms:created>
  <dcterms:modified xsi:type="dcterms:W3CDTF">2018-05-17T12:44:00Z</dcterms:modified>
</cp:coreProperties>
</file>